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E7" w:rsidRPr="000970C6" w:rsidRDefault="00232CE7" w:rsidP="000970C6">
      <w:pPr>
        <w:jc w:val="center"/>
        <w:rPr>
          <w:b/>
          <w:i/>
          <w:sz w:val="32"/>
          <w:szCs w:val="32"/>
        </w:rPr>
      </w:pPr>
      <w:r w:rsidRPr="000970C6">
        <w:rPr>
          <w:b/>
          <w:i/>
          <w:sz w:val="32"/>
          <w:szCs w:val="32"/>
        </w:rPr>
        <w:t>How to deliver an absolute ''Killer" Persuasive Oral Presentation</w:t>
      </w:r>
    </w:p>
    <w:p w:rsidR="00232CE7" w:rsidRDefault="00232CE7" w:rsidP="000970C6">
      <w:pPr>
        <w:jc w:val="center"/>
        <w:rPr>
          <w:b/>
          <w:i/>
          <w:sz w:val="28"/>
          <w:szCs w:val="28"/>
        </w:rPr>
      </w:pPr>
    </w:p>
    <w:p w:rsidR="00232CE7" w:rsidRPr="000970C6" w:rsidRDefault="00232CE7" w:rsidP="000970C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~</w:t>
      </w:r>
      <w:r w:rsidRPr="000970C6">
        <w:rPr>
          <w:b/>
          <w:i/>
          <w:sz w:val="28"/>
          <w:szCs w:val="28"/>
        </w:rPr>
        <w:t>VCE English</w:t>
      </w:r>
      <w:r>
        <w:rPr>
          <w:b/>
          <w:i/>
          <w:sz w:val="28"/>
          <w:szCs w:val="28"/>
        </w:rPr>
        <w:t>~</w:t>
      </w:r>
    </w:p>
    <w:p w:rsidR="00232CE7" w:rsidRPr="000970C6" w:rsidRDefault="00232CE7">
      <w:pPr>
        <w:rPr>
          <w:szCs w:val="24"/>
        </w:rPr>
      </w:pPr>
    </w:p>
    <w:p w:rsidR="00232CE7" w:rsidRPr="005F2365" w:rsidRDefault="00232CE7" w:rsidP="000970C6">
      <w:pPr>
        <w:jc w:val="center"/>
        <w:rPr>
          <w:sz w:val="28"/>
          <w:szCs w:val="28"/>
        </w:rPr>
      </w:pPr>
      <w:r w:rsidRPr="005F2365">
        <w:rPr>
          <w:sz w:val="28"/>
          <w:szCs w:val="28"/>
        </w:rPr>
        <w:t xml:space="preserve">Your task is to design a powerpoint presentation that explains how to deliver an exciting, engaging, informative, </w:t>
      </w:r>
      <w:r w:rsidRPr="005F2365">
        <w:rPr>
          <w:b/>
          <w:sz w:val="28"/>
          <w:szCs w:val="28"/>
        </w:rPr>
        <w:t>persuasive</w:t>
      </w:r>
      <w:r w:rsidRPr="005F2365">
        <w:rPr>
          <w:sz w:val="28"/>
          <w:szCs w:val="28"/>
        </w:rPr>
        <w:t xml:space="preserve"> oral presentation. </w:t>
      </w:r>
    </w:p>
    <w:p w:rsidR="00232CE7" w:rsidRDefault="00232CE7" w:rsidP="000970C6">
      <w:pPr>
        <w:jc w:val="center"/>
        <w:rPr>
          <w:szCs w:val="24"/>
        </w:rPr>
      </w:pPr>
    </w:p>
    <w:p w:rsidR="00232CE7" w:rsidRPr="000970C6" w:rsidRDefault="00232CE7" w:rsidP="000970C6">
      <w:pPr>
        <w:jc w:val="center"/>
        <w:rPr>
          <w:szCs w:val="24"/>
        </w:rPr>
      </w:pPr>
      <w:r>
        <w:rPr>
          <w:szCs w:val="24"/>
        </w:rPr>
        <w:t>This is in preparation for the persuasive oral presentation SAC.</w:t>
      </w:r>
    </w:p>
    <w:p w:rsidR="00232CE7" w:rsidRPr="000970C6" w:rsidRDefault="00232CE7">
      <w:pPr>
        <w:rPr>
          <w:szCs w:val="24"/>
        </w:rPr>
      </w:pPr>
    </w:p>
    <w:p w:rsidR="00232CE7" w:rsidRPr="000970C6" w:rsidRDefault="00232CE7">
      <w:pPr>
        <w:rPr>
          <w:szCs w:val="24"/>
        </w:rPr>
      </w:pPr>
      <w:r w:rsidRPr="000970C6">
        <w:rPr>
          <w:szCs w:val="24"/>
        </w:rPr>
        <w:t>You will work with a partner</w:t>
      </w:r>
      <w:r>
        <w:rPr>
          <w:szCs w:val="24"/>
        </w:rPr>
        <w:t>,</w:t>
      </w:r>
      <w:r w:rsidRPr="000970C6">
        <w:rPr>
          <w:szCs w:val="24"/>
        </w:rPr>
        <w:t xml:space="preserve"> or in a small group. The</w:t>
      </w:r>
      <w:r>
        <w:rPr>
          <w:szCs w:val="24"/>
        </w:rPr>
        <w:t xml:space="preserve"> work will be divided equally; </w:t>
      </w:r>
      <w:r w:rsidRPr="000970C6">
        <w:rPr>
          <w:szCs w:val="24"/>
        </w:rPr>
        <w:t xml:space="preserve">for example, if there are two of you then you will each be responsible for half of the powerpoint </w:t>
      </w:r>
      <w:r>
        <w:rPr>
          <w:szCs w:val="24"/>
        </w:rPr>
        <w:t xml:space="preserve">presentation </w:t>
      </w:r>
      <w:r w:rsidRPr="000970C6">
        <w:rPr>
          <w:szCs w:val="24"/>
        </w:rPr>
        <w:t>-</w:t>
      </w:r>
      <w:r>
        <w:rPr>
          <w:szCs w:val="24"/>
        </w:rPr>
        <w:t xml:space="preserve"> </w:t>
      </w:r>
      <w:r w:rsidRPr="000970C6">
        <w:rPr>
          <w:szCs w:val="24"/>
        </w:rPr>
        <w:t>if there are 3</w:t>
      </w:r>
      <w:r>
        <w:rPr>
          <w:szCs w:val="24"/>
        </w:rPr>
        <w:t xml:space="preserve"> </w:t>
      </w:r>
      <w:r w:rsidRPr="000970C6">
        <w:rPr>
          <w:szCs w:val="24"/>
        </w:rPr>
        <w:t xml:space="preserve">- then thirds (you get the idea). Each </w:t>
      </w:r>
      <w:r w:rsidRPr="000970C6">
        <w:rPr>
          <w:b/>
          <w:szCs w:val="24"/>
        </w:rPr>
        <w:t xml:space="preserve">person should aim for being responsible for at least 5 slides </w:t>
      </w:r>
      <w:r w:rsidRPr="000970C6">
        <w:rPr>
          <w:szCs w:val="24"/>
        </w:rPr>
        <w:t>- this means that you will produce and explain to the class a minimum of 5 slides</w:t>
      </w:r>
      <w:r>
        <w:rPr>
          <w:szCs w:val="24"/>
        </w:rPr>
        <w:t xml:space="preserve"> each. If working in a partnership of 2,</w:t>
      </w:r>
      <w:r w:rsidRPr="000970C6">
        <w:rPr>
          <w:szCs w:val="24"/>
        </w:rPr>
        <w:t xml:space="preserve"> you may need to be responsible for more than 5 slides each. </w:t>
      </w:r>
    </w:p>
    <w:p w:rsidR="00232CE7" w:rsidRPr="000970C6" w:rsidRDefault="00232CE7">
      <w:pPr>
        <w:rPr>
          <w:szCs w:val="24"/>
        </w:rPr>
      </w:pPr>
    </w:p>
    <w:p w:rsidR="00232CE7" w:rsidRPr="000970C6" w:rsidRDefault="00232CE7">
      <w:pPr>
        <w:rPr>
          <w:szCs w:val="24"/>
        </w:rPr>
      </w:pPr>
      <w:r>
        <w:rPr>
          <w:szCs w:val="24"/>
        </w:rPr>
        <w:t>Y</w:t>
      </w:r>
      <w:r w:rsidRPr="000970C6">
        <w:rPr>
          <w:szCs w:val="24"/>
        </w:rPr>
        <w:t xml:space="preserve">ou will present your powerpoint to the class on the allocated date. </w:t>
      </w:r>
    </w:p>
    <w:p w:rsidR="00232CE7" w:rsidRPr="000970C6" w:rsidRDefault="00232CE7">
      <w:pPr>
        <w:rPr>
          <w:szCs w:val="24"/>
        </w:rPr>
      </w:pPr>
    </w:p>
    <w:p w:rsidR="00232CE7" w:rsidRPr="000970C6" w:rsidRDefault="00232CE7">
      <w:pPr>
        <w:rPr>
          <w:szCs w:val="24"/>
        </w:rPr>
      </w:pPr>
      <w:r w:rsidRPr="000970C6">
        <w:rPr>
          <w:szCs w:val="24"/>
        </w:rPr>
        <w:t xml:space="preserve">You will need to consider </w:t>
      </w:r>
      <w:r>
        <w:rPr>
          <w:szCs w:val="24"/>
        </w:rPr>
        <w:t xml:space="preserve">including </w:t>
      </w:r>
      <w:r w:rsidRPr="000970C6">
        <w:rPr>
          <w:szCs w:val="24"/>
        </w:rPr>
        <w:t xml:space="preserve">the following features </w:t>
      </w:r>
      <w:r>
        <w:rPr>
          <w:szCs w:val="24"/>
        </w:rPr>
        <w:t>in</w:t>
      </w:r>
      <w:r w:rsidRPr="000970C6">
        <w:rPr>
          <w:szCs w:val="24"/>
        </w:rPr>
        <w:t xml:space="preserve"> your presentation: </w:t>
      </w:r>
    </w:p>
    <w:p w:rsidR="00232CE7" w:rsidRDefault="00232CE7">
      <w:pPr>
        <w:rPr>
          <w:szCs w:val="24"/>
        </w:rPr>
      </w:pPr>
    </w:p>
    <w:p w:rsidR="00232CE7" w:rsidRPr="000970C6" w:rsidRDefault="00232CE7">
      <w:pPr>
        <w:rPr>
          <w:b/>
          <w:i/>
          <w:szCs w:val="24"/>
        </w:rPr>
      </w:pPr>
      <w:r w:rsidRPr="000970C6">
        <w:rPr>
          <w:b/>
          <w:i/>
          <w:szCs w:val="24"/>
        </w:rPr>
        <w:t>General Features:</w:t>
      </w:r>
    </w:p>
    <w:p w:rsidR="00232CE7" w:rsidRPr="000970C6" w:rsidRDefault="00232CE7">
      <w:pPr>
        <w:rPr>
          <w:szCs w:val="24"/>
        </w:rPr>
      </w:pPr>
      <w:r w:rsidRPr="000970C6">
        <w:rPr>
          <w:szCs w:val="24"/>
        </w:rPr>
        <w:t xml:space="preserve"> </w:t>
      </w:r>
    </w:p>
    <w:p w:rsidR="00232CE7" w:rsidRPr="000970C6" w:rsidRDefault="00232CE7">
      <w:pPr>
        <w:rPr>
          <w:szCs w:val="24"/>
        </w:rPr>
      </w:pPr>
      <w:r w:rsidRPr="000970C6">
        <w:rPr>
          <w:szCs w:val="24"/>
        </w:rPr>
        <w:t>Structure (Intro</w:t>
      </w:r>
      <w:r>
        <w:rPr>
          <w:szCs w:val="24"/>
        </w:rPr>
        <w:t>,</w:t>
      </w:r>
      <w:r w:rsidRPr="000970C6">
        <w:rPr>
          <w:szCs w:val="24"/>
        </w:rPr>
        <w:t xml:space="preserve"> Body</w:t>
      </w:r>
      <w:r>
        <w:rPr>
          <w:szCs w:val="24"/>
        </w:rPr>
        <w:t>, Conclusion); s</w:t>
      </w:r>
      <w:r w:rsidRPr="000970C6">
        <w:rPr>
          <w:szCs w:val="24"/>
        </w:rPr>
        <w:t>tyle (formal, info</w:t>
      </w:r>
      <w:r>
        <w:rPr>
          <w:szCs w:val="24"/>
        </w:rPr>
        <w:t>rmal); voice (pitch, loudness, clarity, register); s</w:t>
      </w:r>
      <w:r w:rsidRPr="000970C6">
        <w:rPr>
          <w:szCs w:val="24"/>
        </w:rPr>
        <w:t>t</w:t>
      </w:r>
      <w:r>
        <w:rPr>
          <w:szCs w:val="24"/>
        </w:rPr>
        <w:t>ance (rigid, fidgety, natural, awkward ); correct use of palm cards; eye contact with audience; interaction with audience; m</w:t>
      </w:r>
      <w:r w:rsidRPr="000970C6">
        <w:rPr>
          <w:szCs w:val="24"/>
        </w:rPr>
        <w:t>eeting the</w:t>
      </w:r>
      <w:r>
        <w:rPr>
          <w:szCs w:val="24"/>
        </w:rPr>
        <w:t xml:space="preserve"> time requirements; audience engagement; use of props or visuals; how to emphasise main points etc.</w:t>
      </w:r>
    </w:p>
    <w:p w:rsidR="00232CE7" w:rsidRPr="000970C6" w:rsidRDefault="00232CE7">
      <w:pPr>
        <w:rPr>
          <w:szCs w:val="24"/>
        </w:rPr>
      </w:pPr>
    </w:p>
    <w:p w:rsidR="00232CE7" w:rsidRDefault="00232CE7">
      <w:pPr>
        <w:rPr>
          <w:b/>
          <w:i/>
          <w:szCs w:val="24"/>
        </w:rPr>
      </w:pPr>
      <w:r w:rsidRPr="000970C6">
        <w:rPr>
          <w:b/>
          <w:i/>
          <w:szCs w:val="24"/>
        </w:rPr>
        <w:t>Specific Persuasive techniques:</w:t>
      </w:r>
    </w:p>
    <w:p w:rsidR="00232CE7" w:rsidRPr="000970C6" w:rsidRDefault="00232CE7">
      <w:pPr>
        <w:rPr>
          <w:b/>
          <w:i/>
          <w:szCs w:val="24"/>
        </w:rPr>
      </w:pPr>
    </w:p>
    <w:p w:rsidR="00232CE7" w:rsidRPr="000970C6" w:rsidRDefault="00232CE7">
      <w:pPr>
        <w:rPr>
          <w:szCs w:val="24"/>
        </w:rPr>
      </w:pPr>
      <w:r w:rsidRPr="000970C6">
        <w:rPr>
          <w:szCs w:val="24"/>
        </w:rPr>
        <w:t xml:space="preserve">The techniques that you discussed in your Persuasive Language Analysis now become the techniques that you have to utilise to deliver your Persuasive Oral Presentation: </w:t>
      </w:r>
    </w:p>
    <w:p w:rsidR="00232CE7" w:rsidRPr="000970C6" w:rsidRDefault="00232CE7">
      <w:pPr>
        <w:rPr>
          <w:szCs w:val="24"/>
        </w:rPr>
      </w:pPr>
      <w:r>
        <w:rPr>
          <w:szCs w:val="24"/>
        </w:rPr>
        <w:t>Techniques s</w:t>
      </w:r>
      <w:r w:rsidRPr="000970C6">
        <w:rPr>
          <w:szCs w:val="24"/>
        </w:rPr>
        <w:t xml:space="preserve">uch as </w:t>
      </w:r>
      <w:r>
        <w:rPr>
          <w:b/>
          <w:szCs w:val="24"/>
        </w:rPr>
        <w:t>repetition, rhetorical questions, emotive language, appeals, e</w:t>
      </w:r>
      <w:r w:rsidRPr="000970C6">
        <w:rPr>
          <w:b/>
          <w:szCs w:val="24"/>
        </w:rPr>
        <w:t>xpert opinion</w:t>
      </w:r>
      <w:r w:rsidRPr="000970C6">
        <w:rPr>
          <w:szCs w:val="24"/>
        </w:rPr>
        <w:t xml:space="preserve"> etc.</w:t>
      </w:r>
    </w:p>
    <w:p w:rsidR="00232CE7" w:rsidRPr="000970C6" w:rsidRDefault="00232CE7">
      <w:pPr>
        <w:rPr>
          <w:szCs w:val="24"/>
        </w:rPr>
      </w:pPr>
    </w:p>
    <w:p w:rsidR="00232CE7" w:rsidRPr="000970C6" w:rsidRDefault="00232CE7">
      <w:pPr>
        <w:rPr>
          <w:szCs w:val="24"/>
        </w:rPr>
      </w:pPr>
    </w:p>
    <w:p w:rsidR="00232CE7" w:rsidRPr="000970C6" w:rsidRDefault="00232CE7">
      <w:pPr>
        <w:rPr>
          <w:szCs w:val="24"/>
        </w:rPr>
      </w:pPr>
    </w:p>
    <w:sectPr w:rsidR="00232CE7" w:rsidRPr="000970C6" w:rsidSect="000970C6">
      <w:footnotePr>
        <w:numRestart w:val="eachPage"/>
      </w:footnotePr>
      <w:endnotePr>
        <w:numFmt w:val="decimal"/>
        <w:numStart w:val="0"/>
      </w:endnotePr>
      <w:pgSz w:w="12240" w:h="15840"/>
      <w:pgMar w:top="1701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Page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0BB"/>
    <w:rsid w:val="000970C6"/>
    <w:rsid w:val="001C21EA"/>
    <w:rsid w:val="00232CE7"/>
    <w:rsid w:val="00425C5A"/>
    <w:rsid w:val="005F2365"/>
    <w:rsid w:val="006236DD"/>
    <w:rsid w:val="00784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5A"/>
    <w:rPr>
      <w:sz w:val="24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241</Words>
  <Characters>1374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deliver an absolute ''Killer" Persuasive Oral Presentation</dc:title>
  <dc:subject/>
  <dc:creator>Kerry</dc:creator>
  <cp:keywords/>
  <dc:description/>
  <cp:lastModifiedBy>Kerry</cp:lastModifiedBy>
  <cp:revision>2</cp:revision>
  <dcterms:created xsi:type="dcterms:W3CDTF">2011-04-06T10:17:00Z</dcterms:created>
  <dcterms:modified xsi:type="dcterms:W3CDTF">2011-04-06T10:17:00Z</dcterms:modified>
</cp:coreProperties>
</file>